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3D4A8">
    <v:background id="_x0000_s1025" o:bwmode="white" fillcolor="#03d4a8" o:targetscreensize="1024,768">
      <v:fill color2="#005cbf" angle="-135" colors="0 #03d4a8;.25 #21d6e0;.75 #0087e6;1 #005cbf" method="none" focus="100%" type="gradient"/>
    </v:background>
  </w:background>
  <w:body>
    <w:p w:rsidR="004A56DC" w:rsidRPr="004A56DC" w:rsidRDefault="000A080C" w:rsidP="00AC6E9E">
      <w:pPr>
        <w:jc w:val="center"/>
        <w:rPr>
          <w:sz w:val="96"/>
          <w:szCs w:val="96"/>
          <w:u w:val="wave"/>
        </w:rPr>
      </w:pPr>
      <w:r>
        <w:rPr>
          <w:rFonts w:ascii="Arial" w:hAnsi="Arial" w:cs="Arial"/>
          <w:noProof/>
          <w:color w:val="1122CC"/>
          <w:sz w:val="27"/>
          <w:szCs w:val="27"/>
          <w:lang w:eastAsia="en-N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4191000</wp:posOffset>
            </wp:positionH>
            <wp:positionV relativeFrom="paragraph">
              <wp:posOffset>-951865</wp:posOffset>
            </wp:positionV>
            <wp:extent cx="2514600" cy="2103755"/>
            <wp:effectExtent l="0" t="0" r="0" b="0"/>
            <wp:wrapTight wrapText="bothSides">
              <wp:wrapPolygon edited="0">
                <wp:start x="655" y="0"/>
                <wp:lineTo x="655" y="587"/>
                <wp:lineTo x="2291" y="3129"/>
                <wp:lineTo x="6382" y="6259"/>
                <wp:lineTo x="8018" y="9388"/>
                <wp:lineTo x="8345" y="12518"/>
                <wp:lineTo x="7691" y="13105"/>
                <wp:lineTo x="6218" y="15256"/>
                <wp:lineTo x="6218" y="16625"/>
                <wp:lineTo x="14727" y="18777"/>
                <wp:lineTo x="18164" y="18973"/>
                <wp:lineTo x="20618" y="21320"/>
                <wp:lineTo x="20782" y="21320"/>
                <wp:lineTo x="21436" y="21320"/>
                <wp:lineTo x="21436" y="19559"/>
                <wp:lineTo x="21273" y="17799"/>
                <wp:lineTo x="20291" y="15647"/>
                <wp:lineTo x="19964" y="14669"/>
                <wp:lineTo x="18327" y="12909"/>
                <wp:lineTo x="16855" y="12518"/>
                <wp:lineTo x="15873" y="9388"/>
                <wp:lineTo x="16200" y="8411"/>
                <wp:lineTo x="14236" y="7237"/>
                <wp:lineTo x="10309" y="5868"/>
                <wp:lineTo x="8836" y="3129"/>
                <wp:lineTo x="8509" y="2738"/>
                <wp:lineTo x="3927" y="391"/>
                <wp:lineTo x="2455" y="0"/>
                <wp:lineTo x="655" y="0"/>
              </wp:wrapPolygon>
            </wp:wrapTight>
            <wp:docPr id="2" name="rg_hi" descr="http://t1.gstatic.com/images?q=tbn:ANd9GcStV7nasXt1dVNRUP3kLL5NDn13ZrFCTvj-L4hledLRaGFkDGnei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tV7nasXt1dVNRUP3kLL5NDn13ZrFCTvj-L4hledLRaGFkDGnei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10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6E9E" w:rsidRPr="004A56DC">
        <w:rPr>
          <w:sz w:val="96"/>
          <w:szCs w:val="96"/>
          <w:u w:val="wave"/>
        </w:rPr>
        <w:t>Year 6 Production</w:t>
      </w:r>
    </w:p>
    <w:p w:rsidR="00AC6E9E" w:rsidRDefault="00AC6E9E" w:rsidP="00AC6E9E">
      <w:pPr>
        <w:rPr>
          <w:sz w:val="28"/>
          <w:szCs w:val="28"/>
          <w:u w:val="wave"/>
        </w:rPr>
      </w:pPr>
    </w:p>
    <w:p w:rsidR="004A56DC" w:rsidRPr="004A56DC" w:rsidRDefault="004A56DC" w:rsidP="00AC6E9E">
      <w:pPr>
        <w:rPr>
          <w:sz w:val="40"/>
          <w:szCs w:val="40"/>
        </w:rPr>
      </w:pPr>
      <w:r w:rsidRPr="004A56DC">
        <w:rPr>
          <w:sz w:val="40"/>
          <w:szCs w:val="40"/>
        </w:rPr>
        <w:t>Our year 6 production is about how people harm our marine environment.</w:t>
      </w:r>
    </w:p>
    <w:p w:rsidR="00AC6E9E" w:rsidRPr="004A56DC" w:rsidRDefault="00DC2B91" w:rsidP="00AC6E9E">
      <w:pPr>
        <w:rPr>
          <w:sz w:val="40"/>
          <w:szCs w:val="40"/>
        </w:rPr>
      </w:pPr>
      <w:bookmarkStart w:id="0" w:name="_GoBack"/>
      <w:r>
        <w:rPr>
          <w:rFonts w:ascii="Arial" w:hAnsi="Arial" w:cs="Arial"/>
          <w:noProof/>
          <w:sz w:val="20"/>
          <w:szCs w:val="20"/>
          <w:lang w:eastAsia="en-NZ"/>
        </w:rPr>
        <w:drawing>
          <wp:anchor distT="0" distB="0" distL="114300" distR="114300" simplePos="0" relativeHeight="251670528" behindDoc="1" locked="0" layoutInCell="1" allowOverlap="1" wp14:anchorId="31F7F374" wp14:editId="10436EE7">
            <wp:simplePos x="0" y="0"/>
            <wp:positionH relativeFrom="column">
              <wp:posOffset>1892300</wp:posOffset>
            </wp:positionH>
            <wp:positionV relativeFrom="paragraph">
              <wp:posOffset>4140835</wp:posOffset>
            </wp:positionV>
            <wp:extent cx="676275" cy="706755"/>
            <wp:effectExtent l="0" t="0" r="0" b="74295"/>
            <wp:wrapTight wrapText="bothSides">
              <wp:wrapPolygon edited="0">
                <wp:start x="5924" y="1059"/>
                <wp:lineTo x="-77" y="5205"/>
                <wp:lineTo x="4246" y="13551"/>
                <wp:lineTo x="975" y="15102"/>
                <wp:lineTo x="3947" y="20840"/>
                <wp:lineTo x="8024" y="22156"/>
                <wp:lineTo x="12921" y="22433"/>
                <wp:lineTo x="14006" y="23218"/>
                <wp:lineTo x="17277" y="21666"/>
                <wp:lineTo x="13746" y="20092"/>
                <wp:lineTo x="13475" y="19571"/>
                <wp:lineTo x="16510" y="8385"/>
                <wp:lineTo x="16239" y="7863"/>
                <wp:lineTo x="11641" y="297"/>
                <wp:lineTo x="10831" y="-1268"/>
                <wp:lineTo x="5924" y="1059"/>
              </wp:wrapPolygon>
            </wp:wrapTight>
            <wp:docPr id="10" name="il_fi" descr="http://image.shutterstock.com/display_pic_with_logo/483673/483673,1276201734,8/stock-vector-open-can-cartoon-54949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.shutterstock.com/display_pic_with_logo/483673/483673,1276201734,8/stock-vector-open-can-cartoon-5494929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581848">
                      <a:off x="0" y="0"/>
                      <a:ext cx="676275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rial" w:hAnsi="Arial" w:cs="Arial"/>
          <w:noProof/>
          <w:sz w:val="20"/>
          <w:szCs w:val="20"/>
          <w:lang w:eastAsia="en-NZ"/>
        </w:rPr>
        <w:drawing>
          <wp:anchor distT="0" distB="0" distL="114300" distR="114300" simplePos="0" relativeHeight="251668480" behindDoc="1" locked="0" layoutInCell="1" allowOverlap="1" wp14:anchorId="05BB3307" wp14:editId="79A149F0">
            <wp:simplePos x="0" y="0"/>
            <wp:positionH relativeFrom="column">
              <wp:posOffset>1542415</wp:posOffset>
            </wp:positionH>
            <wp:positionV relativeFrom="paragraph">
              <wp:posOffset>3569970</wp:posOffset>
            </wp:positionV>
            <wp:extent cx="676275" cy="706755"/>
            <wp:effectExtent l="0" t="0" r="0" b="0"/>
            <wp:wrapTight wrapText="bothSides">
              <wp:wrapPolygon edited="0">
                <wp:start x="9127" y="0"/>
                <wp:lineTo x="7301" y="1164"/>
                <wp:lineTo x="3651" y="7569"/>
                <wp:lineTo x="3651" y="9898"/>
                <wp:lineTo x="7301" y="19213"/>
                <wp:lineTo x="4868" y="20960"/>
                <wp:lineTo x="17037" y="20960"/>
                <wp:lineTo x="15211" y="19213"/>
                <wp:lineTo x="18254" y="11644"/>
                <wp:lineTo x="18254" y="9898"/>
                <wp:lineTo x="12169" y="0"/>
                <wp:lineTo x="9127" y="0"/>
              </wp:wrapPolygon>
            </wp:wrapTight>
            <wp:docPr id="9" name="il_fi" descr="http://image.shutterstock.com/display_pic_with_logo/483673/483673,1276201734,8/stock-vector-open-can-cartoon-54949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.shutterstock.com/display_pic_with_logo/483673/483673,1276201734,8/stock-vector-open-can-cartoon-5494929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122CC"/>
          <w:sz w:val="27"/>
          <w:szCs w:val="27"/>
          <w:lang w:eastAsia="en-NZ"/>
        </w:rPr>
        <w:drawing>
          <wp:anchor distT="0" distB="0" distL="114300" distR="114300" simplePos="0" relativeHeight="251667456" behindDoc="1" locked="0" layoutInCell="1" allowOverlap="1" wp14:anchorId="3B9E7772" wp14:editId="4959229C">
            <wp:simplePos x="0" y="0"/>
            <wp:positionH relativeFrom="column">
              <wp:posOffset>2676525</wp:posOffset>
            </wp:positionH>
            <wp:positionV relativeFrom="paragraph">
              <wp:posOffset>3629660</wp:posOffset>
            </wp:positionV>
            <wp:extent cx="812165" cy="1133475"/>
            <wp:effectExtent l="0" t="0" r="6985" b="9525"/>
            <wp:wrapTight wrapText="bothSides">
              <wp:wrapPolygon edited="0">
                <wp:start x="8613" y="0"/>
                <wp:lineTo x="0" y="2178"/>
                <wp:lineTo x="0" y="7624"/>
                <wp:lineTo x="3040" y="17788"/>
                <wp:lineTo x="5573" y="21418"/>
                <wp:lineTo x="6080" y="21418"/>
                <wp:lineTo x="9626" y="21418"/>
                <wp:lineTo x="21279" y="19240"/>
                <wp:lineTo x="21279" y="11254"/>
                <wp:lineTo x="18746" y="5808"/>
                <wp:lineTo x="13173" y="0"/>
                <wp:lineTo x="8613" y="0"/>
              </wp:wrapPolygon>
            </wp:wrapTight>
            <wp:docPr id="8" name="rg_hi" descr="http://t3.gstatic.com/images?q=tbn:ANd9GcTSUr2QdRVSNy4YctsN121TgJOCxYeUwPuoVCeiGOnVwS4Maqms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SUr2QdRVSNy4YctsN121TgJOCxYeUwPuoVCeiGOnVwS4Maqms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122CC"/>
          <w:sz w:val="27"/>
          <w:szCs w:val="27"/>
          <w:lang w:eastAsia="en-NZ"/>
        </w:rPr>
        <w:drawing>
          <wp:anchor distT="0" distB="0" distL="114300" distR="114300" simplePos="0" relativeHeight="251658240" behindDoc="0" locked="0" layoutInCell="1" allowOverlap="1" wp14:anchorId="7B919E79" wp14:editId="1C798610">
            <wp:simplePos x="0" y="0"/>
            <wp:positionH relativeFrom="column">
              <wp:posOffset>-701040</wp:posOffset>
            </wp:positionH>
            <wp:positionV relativeFrom="paragraph">
              <wp:posOffset>861695</wp:posOffset>
            </wp:positionV>
            <wp:extent cx="4770755" cy="2362200"/>
            <wp:effectExtent l="57150" t="285750" r="67945" b="57150"/>
            <wp:wrapNone/>
            <wp:docPr id="1" name="rg_hi" descr="http://t2.gstatic.com/images?q=tbn:ANd9GcSZa3T50RlVcPmYzaiPKrLHVrm2E6lzlg0RZjYDACDg8ou6uiit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Za3T50RlVcPmYzaiPKrLHVrm2E6lzlg0RZjYDACDg8ou6uiit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980902">
                      <a:off x="0" y="0"/>
                      <a:ext cx="477075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122CC"/>
          <w:sz w:val="27"/>
          <w:szCs w:val="27"/>
          <w:lang w:eastAsia="en-NZ"/>
        </w:rPr>
        <w:drawing>
          <wp:anchor distT="0" distB="0" distL="114300" distR="114300" simplePos="0" relativeHeight="251665408" behindDoc="1" locked="0" layoutInCell="1" allowOverlap="1" wp14:anchorId="7D18E242" wp14:editId="3EAD04FF">
            <wp:simplePos x="0" y="0"/>
            <wp:positionH relativeFrom="column">
              <wp:posOffset>1771650</wp:posOffset>
            </wp:positionH>
            <wp:positionV relativeFrom="paragraph">
              <wp:posOffset>5719445</wp:posOffset>
            </wp:positionV>
            <wp:extent cx="1304925" cy="1566545"/>
            <wp:effectExtent l="152400" t="0" r="180975" b="0"/>
            <wp:wrapTight wrapText="bothSides">
              <wp:wrapPolygon edited="0">
                <wp:start x="7054" y="-839"/>
                <wp:lineTo x="782" y="-1600"/>
                <wp:lineTo x="-1202" y="5026"/>
                <wp:lineTo x="-742" y="6746"/>
                <wp:lineTo x="3850" y="12031"/>
                <wp:lineTo x="4003" y="12605"/>
                <wp:lineTo x="11502" y="17953"/>
                <wp:lineTo x="13875" y="21965"/>
                <wp:lineTo x="15099" y="22220"/>
                <wp:lineTo x="15557" y="21773"/>
                <wp:lineTo x="21828" y="20369"/>
                <wp:lineTo x="21904" y="20114"/>
                <wp:lineTo x="21901" y="15782"/>
                <wp:lineTo x="21516" y="11642"/>
                <wp:lineTo x="21822" y="10622"/>
                <wp:lineTo x="17307" y="6165"/>
                <wp:lineTo x="17306" y="5082"/>
                <wp:lineTo x="10726" y="-76"/>
                <wp:lineTo x="7054" y="-839"/>
              </wp:wrapPolygon>
            </wp:wrapTight>
            <wp:docPr id="6" name="rg_hi" descr="http://t2.gstatic.com/images?q=tbn:ANd9GcRjDW9hW1PJ5YwJuc-Q7aZwRP07QOl1-F25_cN82p1LEOMhHaTEYQ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jDW9hW1PJ5YwJuc-Q7aZwRP07QOl1-F25_cN82p1LEOMhHaTEYQ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59618">
                      <a:off x="0" y="0"/>
                      <a:ext cx="1304925" cy="156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122CC"/>
          <w:sz w:val="27"/>
          <w:szCs w:val="27"/>
          <w:lang w:eastAsia="en-NZ"/>
        </w:rPr>
        <w:drawing>
          <wp:anchor distT="0" distB="0" distL="114300" distR="114300" simplePos="0" relativeHeight="251666432" behindDoc="1" locked="0" layoutInCell="1" allowOverlap="1" wp14:anchorId="0EA590C4" wp14:editId="00AF78C9">
            <wp:simplePos x="0" y="0"/>
            <wp:positionH relativeFrom="column">
              <wp:posOffset>-1083945</wp:posOffset>
            </wp:positionH>
            <wp:positionV relativeFrom="paragraph">
              <wp:posOffset>6478270</wp:posOffset>
            </wp:positionV>
            <wp:extent cx="1951990" cy="942340"/>
            <wp:effectExtent l="38100" t="57150" r="29210" b="48260"/>
            <wp:wrapTight wrapText="bothSides">
              <wp:wrapPolygon edited="0">
                <wp:start x="8354" y="-1072"/>
                <wp:lineTo x="2901" y="366"/>
                <wp:lineTo x="3280" y="7322"/>
                <wp:lineTo x="-457" y="9895"/>
                <wp:lineTo x="-289" y="16873"/>
                <wp:lineTo x="6353" y="20995"/>
                <wp:lineTo x="9090" y="20712"/>
                <wp:lineTo x="9343" y="22435"/>
                <wp:lineTo x="11869" y="22173"/>
                <wp:lineTo x="12059" y="21279"/>
                <wp:lineTo x="18775" y="19710"/>
                <wp:lineTo x="19196" y="19667"/>
                <wp:lineTo x="21786" y="13278"/>
                <wp:lineTo x="21744" y="11533"/>
                <wp:lineTo x="20638" y="9462"/>
                <wp:lineTo x="17807" y="5820"/>
                <wp:lineTo x="17912" y="1437"/>
                <wp:lineTo x="14902" y="-875"/>
                <wp:lineTo x="9828" y="-1224"/>
                <wp:lineTo x="8354" y="-1072"/>
              </wp:wrapPolygon>
            </wp:wrapTight>
            <wp:docPr id="7" name="rg_hi" descr="http://t0.gstatic.com/images?q=tbn:ANd9GcQSL3DMiaJgkXYv6sNCAFhjzCqZgrPQGoMCWgY4u4pKm8I6_MCTnw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SL3DMiaJgkXYv6sNCAFhjzCqZgrPQGoMCWgY4u4pKm8I6_MCTnw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1514">
                      <a:off x="0" y="0"/>
                      <a:ext cx="1951990" cy="94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080C">
        <w:rPr>
          <w:rFonts w:ascii="Arial" w:hAnsi="Arial" w:cs="Arial"/>
          <w:noProof/>
          <w:color w:val="1122CC"/>
          <w:sz w:val="27"/>
          <w:szCs w:val="27"/>
          <w:shd w:val="clear" w:color="auto" w:fill="CCCCCC"/>
          <w:lang w:eastAsia="en-NZ"/>
        </w:rPr>
        <w:drawing>
          <wp:anchor distT="0" distB="0" distL="114300" distR="114300" simplePos="0" relativeHeight="251662336" behindDoc="1" locked="0" layoutInCell="1" allowOverlap="1" wp14:anchorId="66B978BB" wp14:editId="7459833C">
            <wp:simplePos x="0" y="0"/>
            <wp:positionH relativeFrom="column">
              <wp:posOffset>3962400</wp:posOffset>
            </wp:positionH>
            <wp:positionV relativeFrom="paragraph">
              <wp:posOffset>2315210</wp:posOffset>
            </wp:positionV>
            <wp:extent cx="1314450" cy="1314450"/>
            <wp:effectExtent l="0" t="0" r="0" b="0"/>
            <wp:wrapTight wrapText="bothSides">
              <wp:wrapPolygon edited="0">
                <wp:start x="14400" y="0"/>
                <wp:lineTo x="8139" y="1252"/>
                <wp:lineTo x="2504" y="3757"/>
                <wp:lineTo x="1252" y="10017"/>
                <wp:lineTo x="313" y="13461"/>
                <wp:lineTo x="939" y="15026"/>
                <wp:lineTo x="5009" y="15026"/>
                <wp:lineTo x="2817" y="20035"/>
                <wp:lineTo x="2504" y="20348"/>
                <wp:lineTo x="2817" y="21287"/>
                <wp:lineTo x="7826" y="21287"/>
                <wp:lineTo x="8139" y="21287"/>
                <wp:lineTo x="10643" y="20035"/>
                <wp:lineTo x="16904" y="15026"/>
                <wp:lineTo x="20974" y="11270"/>
                <wp:lineTo x="21287" y="10643"/>
                <wp:lineTo x="19409" y="5009"/>
                <wp:lineTo x="20661" y="939"/>
                <wp:lineTo x="20661" y="0"/>
                <wp:lineTo x="14400" y="0"/>
              </wp:wrapPolygon>
            </wp:wrapTight>
            <wp:docPr id="4" name="Picture 4" descr="http://t1.gstatic.com/images?q=tbn:ANd9GcRH-zJA3ffsYaDruABTX9VQ75qn8CJP5s1nSfGXUgZ1QxaqILCqVQ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1.gstatic.com/images?q=tbn:ANd9GcRH-zJA3ffsYaDruABTX9VQ75qn8CJP5s1nSfGXUgZ1QxaqILCqVQ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080C">
        <w:rPr>
          <w:rFonts w:ascii="Arial" w:hAnsi="Arial" w:cs="Arial"/>
          <w:noProof/>
          <w:color w:val="1122CC"/>
          <w:sz w:val="27"/>
          <w:szCs w:val="27"/>
          <w:shd w:val="clear" w:color="auto" w:fill="CCCCCC"/>
          <w:lang w:eastAsia="en-NZ"/>
        </w:rPr>
        <w:drawing>
          <wp:anchor distT="0" distB="0" distL="114300" distR="114300" simplePos="0" relativeHeight="251664384" behindDoc="1" locked="0" layoutInCell="1" allowOverlap="1" wp14:anchorId="290C9048" wp14:editId="6207DAD1">
            <wp:simplePos x="0" y="0"/>
            <wp:positionH relativeFrom="column">
              <wp:posOffset>4276090</wp:posOffset>
            </wp:positionH>
            <wp:positionV relativeFrom="paragraph">
              <wp:posOffset>3629660</wp:posOffset>
            </wp:positionV>
            <wp:extent cx="1000125" cy="1000125"/>
            <wp:effectExtent l="0" t="0" r="9525" b="9525"/>
            <wp:wrapTight wrapText="bothSides">
              <wp:wrapPolygon edited="0">
                <wp:start x="13989" y="0"/>
                <wp:lineTo x="8229" y="1234"/>
                <wp:lineTo x="1646" y="4526"/>
                <wp:lineTo x="1646" y="6583"/>
                <wp:lineTo x="0" y="12754"/>
                <wp:lineTo x="0" y="13989"/>
                <wp:lineTo x="3291" y="19749"/>
                <wp:lineTo x="2057" y="20983"/>
                <wp:lineTo x="2469" y="21394"/>
                <wp:lineTo x="8229" y="21394"/>
                <wp:lineTo x="8640" y="21394"/>
                <wp:lineTo x="11520" y="19749"/>
                <wp:lineTo x="18926" y="13577"/>
                <wp:lineTo x="18926" y="13166"/>
                <wp:lineTo x="20983" y="11520"/>
                <wp:lineTo x="21394" y="10697"/>
                <wp:lineTo x="20983" y="0"/>
                <wp:lineTo x="13989" y="0"/>
              </wp:wrapPolygon>
            </wp:wrapTight>
            <wp:docPr id="5" name="Picture 5" descr="http://t1.gstatic.com/images?q=tbn:ANd9GcRH-zJA3ffsYaDruABTX9VQ75qn8CJP5s1nSfGXUgZ1QxaqILCqVQ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1.gstatic.com/images?q=tbn:ANd9GcRH-zJA3ffsYaDruABTX9VQ75qn8CJP5s1nSfGXUgZ1QxaqILCqVQ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080C">
        <w:rPr>
          <w:rFonts w:ascii="Arial" w:hAnsi="Arial" w:cs="Arial"/>
          <w:noProof/>
          <w:color w:val="1122CC"/>
          <w:sz w:val="27"/>
          <w:szCs w:val="27"/>
          <w:shd w:val="clear" w:color="auto" w:fill="CCCCCC"/>
          <w:lang w:eastAsia="en-NZ"/>
        </w:rPr>
        <w:drawing>
          <wp:anchor distT="0" distB="0" distL="114300" distR="114300" simplePos="0" relativeHeight="251660288" behindDoc="1" locked="0" layoutInCell="1" allowOverlap="1" wp14:anchorId="62627AC3" wp14:editId="770C67D3">
            <wp:simplePos x="0" y="0"/>
            <wp:positionH relativeFrom="column">
              <wp:posOffset>5274310</wp:posOffset>
            </wp:positionH>
            <wp:positionV relativeFrom="paragraph">
              <wp:posOffset>2962910</wp:posOffset>
            </wp:positionV>
            <wp:extent cx="1438275" cy="1438275"/>
            <wp:effectExtent l="0" t="0" r="0" b="9525"/>
            <wp:wrapTight wrapText="bothSides">
              <wp:wrapPolygon edited="0">
                <wp:start x="14591" y="0"/>
                <wp:lineTo x="8297" y="1430"/>
                <wp:lineTo x="2575" y="3433"/>
                <wp:lineTo x="1430" y="9155"/>
                <wp:lineTo x="0" y="13732"/>
                <wp:lineTo x="6008" y="18310"/>
                <wp:lineTo x="3147" y="20026"/>
                <wp:lineTo x="2289" y="20885"/>
                <wp:lineTo x="2861" y="21457"/>
                <wp:lineTo x="7725" y="21457"/>
                <wp:lineTo x="8297" y="21457"/>
                <wp:lineTo x="12874" y="18310"/>
                <wp:lineTo x="18024" y="14019"/>
                <wp:lineTo x="18024" y="13732"/>
                <wp:lineTo x="20885" y="11730"/>
                <wp:lineTo x="21171" y="10585"/>
                <wp:lineTo x="19454" y="4577"/>
                <wp:lineTo x="20885" y="858"/>
                <wp:lineTo x="20885" y="0"/>
                <wp:lineTo x="14591" y="0"/>
              </wp:wrapPolygon>
            </wp:wrapTight>
            <wp:docPr id="3" name="Picture 3" descr="http://t1.gstatic.com/images?q=tbn:ANd9GcRH-zJA3ffsYaDruABTX9VQ75qn8CJP5s1nSfGXUgZ1QxaqILCqVQ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1.gstatic.com/images?q=tbn:ANd9GcRH-zJA3ffsYaDruABTX9VQ75qn8CJP5s1nSfGXUgZ1QxaqILCqVQ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56DC" w:rsidRPr="004A56DC">
        <w:rPr>
          <w:sz w:val="40"/>
          <w:szCs w:val="40"/>
        </w:rPr>
        <w:t xml:space="preserve">  In our production we have five marine animals: a dolphin, a whale, a turtle and seal and our beautiful </w:t>
      </w:r>
    </w:p>
    <w:sectPr w:rsidR="00AC6E9E" w:rsidRPr="004A56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E9E"/>
    <w:rsid w:val="000A080C"/>
    <w:rsid w:val="004A56DC"/>
    <w:rsid w:val="005816D0"/>
    <w:rsid w:val="006D521B"/>
    <w:rsid w:val="00AC6E9E"/>
    <w:rsid w:val="00DC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5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6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5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6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hyperlink" Target="http://www.google.co.nz/imgres?q=cartoon+dolphin&amp;hl=en&amp;safe=active&amp;biw=1680&amp;bih=837&amp;tbm=isch&amp;tbnid=DyP5NagpHVtCZM:&amp;imgrefurl=http://www.istockphoto.com/stock-illustration-2858613-dolphin-jumping.php&amp;docid=K_NLKoc1C87tIM&amp;imgurl=http://i.istockimg.com/file_thumbview_approve/2858613/2/stock-illustration-2858613-dolphin-jumping.jpg&amp;w=379&amp;h=380&amp;ei=rE5NUJG7CYWkige23YHgAQ&amp;zoom=1&amp;iact=rc&amp;dur=343&amp;sig=114964280529144248420&amp;page=2&amp;tbnh=156&amp;tbnw=156&amp;start=35&amp;ndsp=42&amp;ved=1t:429,r:12,s:35,i:217&amp;tx=89&amp;ty=61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www.google.co.nz/imgres?q=cartoon+whale&amp;num=10&amp;hl=en&amp;safe=active&amp;biw=1680&amp;bih=837&amp;tbm=isch&amp;tbnid=xjwWsKGXiDX4LM:&amp;imgrefurl=http://bestclipartblog.com/19-whale-clipart.html/whale-clipart-1&amp;docid=oiPhibrvRTO9dM&amp;imgurl=http://bestclipartblog.com/clipart-pics/whale-clipart-1.png&amp;w=600&amp;h=297&amp;ei=NU1NUKKyOKiWiQfAtYGICg&amp;zoom=1&amp;iact=hc&amp;vpx=1216&amp;vpy=496&amp;dur=726&amp;hovh=158&amp;hovw=319&amp;tx=202&amp;ty=118&amp;sig=114964280529144248420&amp;page=1&amp;tbnh=99&amp;tbnw=200&amp;start=0&amp;ndsp=31&amp;ved=1t:429,r:21,s:0,i:137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://www.google.co.nz/imgres?q=cartoon+turtle&amp;hl=en&amp;safe=active&amp;biw=1680&amp;bih=837&amp;tbm=isch&amp;tbnid=irz0sixDKmp5JM:&amp;imgrefurl=http://www.wpclipart.com/animals/aquatic/turtle/turtle_2/cartoon_turtle.png.html&amp;docid=DpSzEQrUqT0fbM&amp;imgurl=http://www.wpclipart.com/animals/aquatic/turtle/turtle_2/cartoon_turtle.jpg&amp;w=540&amp;h=262&amp;ei=R1BNUOfvDIWUiQea5oG4BQ&amp;zoom=1&amp;iact=hc&amp;vpx=907&amp;vpy=331&amp;dur=1623&amp;hovh=156&amp;hovw=323&amp;tx=182&amp;ty=117&amp;sig=114964280529144248420&amp;page=1&amp;tbnh=96&amp;tbnw=197&amp;start=0&amp;ndsp=32&amp;ved=1t:429,r:12,s:0,i:10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.nz/imgres?q=cartoon+Albatross&amp;start=152&amp;hl=en&amp;safe=active&amp;biw=1680&amp;bih=837&amp;tbm=isch&amp;tbnid=JTfhLxvJh6BZcM:&amp;imgrefurl=http://all-free-download.com/free-vector/vector-clip-art/albatross_clip_art_19522.html&amp;docid=jRuLpg44TqdHIM&amp;imgurl=http://images.all-free-download.com/images/graphiclarge/albatross_clip_art_19522.jpg&amp;w=425&amp;h=356&amp;ei=QE5NUIvUJsuXiQee2YHwDA&amp;zoom=1&amp;iact=hc&amp;vpx=907&amp;vpy=211&amp;dur=3936&amp;hovh=205&amp;hovw=245&amp;tx=107&amp;ty=125&amp;sig=114964280529144248420&amp;page=5&amp;tbnh=153&amp;tbnw=183&amp;ndsp=40&amp;ved=1t:429,r:12,s:152,i:286" TargetMode="Externa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hyperlink" Target="http://www.google.co.nz/imgres?q=cartoon+plastic+bag&amp;hl=en&amp;safe=active&amp;biw=1680&amp;bih=837&amp;tbm=isch&amp;tbnid=aeBHZrHVNbar5M:&amp;imgrefurl=http://thetsonehnin.wordpress.com/category/%E1%80%80%E1%80%BA%E1%80%94%E1%80%B9%E1%80%B8%E1%80%99%E1%80%AC-%E1%80%9E%E1%80%AF%E1%80%90/&amp;docid=8qEvA7uPntD5_M&amp;imgurl=http://thetsonehnin.files.wordpress.com/2011/01/plastic-bag.png&amp;w=552&amp;h=768&amp;ei=BVFNUMDyF6eSiAfBw4EY&amp;zoom=1&amp;iact=hc&amp;vpx=174&amp;vpy=116&amp;dur=31&amp;hovh=265&amp;hovw=190&amp;tx=140&amp;ty=162&amp;sig=114964280529144248420&amp;page=1&amp;tbnh=142&amp;tbnw=102&amp;start=0&amp;ndsp=35&amp;ved=1t:429,r:0,s:0,i:69" TargetMode="External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://www.google.co.nz/imgres?q=cartoon+seal&amp;hl=en&amp;safe=active&amp;biw=1680&amp;bih=837&amp;tbm=isch&amp;tbnid=YEWmjhV7HwbNtM:&amp;imgrefurl=http://www.allcoloring.com/seal-coloring-pages-19.html&amp;docid=YqfRbU2GLwHQTM&amp;imgurl=http://www.allcoloring.com/images/seal-coloring-pages-19.jpg&amp;w=633&amp;h=761&amp;ei=hk9NUP_7KLCSiAfJ1oE4&amp;zoom=1&amp;iact=hc&amp;vpx=1106&amp;vpy=126&amp;dur=795&amp;hovh=246&amp;hovw=205&amp;tx=93&amp;ty=98&amp;sig=114964280529144248420&amp;page=1&amp;tbnh=143&amp;tbnw=120&amp;start=0&amp;ndsp=35&amp;ved=1t:429,r:5,s:0,i:8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EC77B-E64F-4D67-AC15-212544954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86E923D</Template>
  <TotalTime>27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2012-09-10T02:05:00Z</dcterms:created>
  <dcterms:modified xsi:type="dcterms:W3CDTF">2012-09-10T02:32:00Z</dcterms:modified>
</cp:coreProperties>
</file>